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6444BA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6F31E2"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="00CD6897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="0093492D">
        <w:rPr>
          <w:rFonts w:ascii="Corbel" w:hAnsi="Corbel"/>
          <w:i/>
          <w:smallCaps/>
          <w:sz w:val="24"/>
          <w:szCs w:val="24"/>
        </w:rPr>
        <w:t>20</w:t>
      </w:r>
      <w:r w:rsidR="00391412">
        <w:rPr>
          <w:rFonts w:ascii="Corbel" w:hAnsi="Corbel"/>
          <w:i/>
          <w:smallCaps/>
          <w:sz w:val="24"/>
          <w:szCs w:val="24"/>
        </w:rPr>
        <w:t>19</w:t>
      </w:r>
      <w:r w:rsidR="0093492D">
        <w:rPr>
          <w:rFonts w:ascii="Corbel" w:hAnsi="Corbel"/>
          <w:i/>
          <w:smallCaps/>
          <w:sz w:val="24"/>
          <w:szCs w:val="24"/>
        </w:rPr>
        <w:t>-202</w:t>
      </w:r>
      <w:r w:rsidR="00391412">
        <w:rPr>
          <w:rFonts w:ascii="Corbel" w:hAnsi="Corbel"/>
          <w:i/>
          <w:smallCaps/>
          <w:sz w:val="24"/>
          <w:szCs w:val="24"/>
        </w:rPr>
        <w:t>2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6444B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</w:t>
      </w:r>
      <w:r w:rsidR="006444B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akademicki</w:t>
      </w:r>
      <w:r w:rsidR="006444BA">
        <w:rPr>
          <w:rFonts w:ascii="Corbel" w:hAnsi="Corbel"/>
          <w:sz w:val="20"/>
          <w:szCs w:val="20"/>
        </w:rPr>
        <w:t xml:space="preserve">   </w:t>
      </w:r>
      <w:r w:rsidR="0093492D">
        <w:rPr>
          <w:rFonts w:ascii="Corbel" w:hAnsi="Corbel"/>
          <w:sz w:val="20"/>
          <w:szCs w:val="20"/>
        </w:rPr>
        <w:t>202</w:t>
      </w:r>
      <w:r w:rsidR="00391412">
        <w:rPr>
          <w:rFonts w:ascii="Corbel" w:hAnsi="Corbel"/>
          <w:sz w:val="20"/>
          <w:szCs w:val="20"/>
        </w:rPr>
        <w:t>0</w:t>
      </w:r>
      <w:r w:rsidR="0093492D">
        <w:rPr>
          <w:rFonts w:ascii="Corbel" w:hAnsi="Corbel"/>
          <w:sz w:val="20"/>
          <w:szCs w:val="20"/>
        </w:rPr>
        <w:t>/202</w:t>
      </w:r>
      <w:r w:rsidR="00391412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 w:rsidR="006444BA">
        <w:rPr>
          <w:rFonts w:ascii="Corbel" w:hAnsi="Corbel"/>
          <w:szCs w:val="24"/>
        </w:rPr>
        <w:t xml:space="preserve"> </w:t>
      </w:r>
      <w:r w:rsidR="0085747A" w:rsidRPr="009C54AE">
        <w:rPr>
          <w:rFonts w:ascii="Corbel" w:hAnsi="Corbel"/>
          <w:szCs w:val="24"/>
        </w:rPr>
        <w:t>Podstawowe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informacje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o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bCs/>
                <w:color w:val="000000"/>
              </w:rPr>
              <w:t>Problemy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narodowościowe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w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Europie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444BA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w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 w:rsidR="006444BA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22E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4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4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 w:rsidR="006444BA">
        <w:rPr>
          <w:rFonts w:ascii="Corbel" w:hAnsi="Corbel"/>
          <w:smallCaps w:val="0"/>
          <w:szCs w:val="24"/>
        </w:rPr>
        <w:t xml:space="preserve">  </w:t>
      </w:r>
    </w:p>
    <w:p w:rsidR="0085747A" w:rsidRPr="009C54AE" w:rsidRDefault="00D22E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formie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tradycyjnej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 </w:t>
      </w:r>
      <w:r w:rsidRPr="009C54AE">
        <w:rPr>
          <w:rFonts w:ascii="Corbel" w:hAnsi="Corbel"/>
          <w:smallCaps w:val="0"/>
          <w:szCs w:val="24"/>
        </w:rPr>
        <w:t>(z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:rsidR="009C54AE" w:rsidRDefault="00D22E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 w:rsidR="006444B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 w:rsidR="006444B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22EC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efekty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uczenia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się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,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treści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Programowe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stosowane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metody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="006444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uczenia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się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dla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przedmiotu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046DF" w:rsidTr="006C6F24">
        <w:tc>
          <w:tcPr>
            <w:tcW w:w="1681" w:type="dxa"/>
            <w:vAlign w:val="center"/>
          </w:tcPr>
          <w:p w:rsidR="0085747A" w:rsidRPr="004046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smallCaps w:val="0"/>
                <w:szCs w:val="24"/>
              </w:rPr>
              <w:t>EK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4C85" w:rsidRPr="004046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B82308" w:rsidRPr="004046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Treść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zdefiniowanego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dla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Odniesienie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4046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6F24" w:rsidRPr="004046DF" w:rsidTr="006C6F24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ma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wiedzę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modelach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polityki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narodowościowej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występujących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Europie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K_W05</w:t>
            </w:r>
          </w:p>
        </w:tc>
      </w:tr>
      <w:tr w:rsidR="006C6F24" w:rsidRPr="004046DF" w:rsidTr="006444BA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analizuje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K_U06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potrafi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omówić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znaczenie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wpływu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problematyki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poziom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międzynarodowego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K_U10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K_K02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4046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46DF" w:rsidRPr="004046D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programowe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6444B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wykładu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</w:t>
      </w:r>
      <w:r w:rsidR="009F4610" w:rsidRPr="009C54AE">
        <w:rPr>
          <w:rFonts w:ascii="Corbel" w:hAnsi="Corbel"/>
          <w:sz w:val="24"/>
          <w:szCs w:val="24"/>
        </w:rPr>
        <w:t>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6224" w:rsidTr="00916224">
        <w:tc>
          <w:tcPr>
            <w:tcW w:w="9520" w:type="dxa"/>
          </w:tcPr>
          <w:p w:rsidR="0085747A" w:rsidRPr="009162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4046DF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Wpływ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16224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</w:t>
            </w:r>
            <w:r w:rsidR="00916224" w:rsidRPr="00916224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ach: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916224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Ludy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6444BA">
        <w:rPr>
          <w:rFonts w:ascii="Corbel" w:hAnsi="Corbel"/>
          <w:sz w:val="20"/>
          <w:szCs w:val="20"/>
        </w:rPr>
        <w:t xml:space="preserve"> </w:t>
      </w:r>
    </w:p>
    <w:p w:rsidR="00153C41" w:rsidRDefault="006444B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prezentacją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>analiza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dyskusją,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badawczy,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wdrożeniowy,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gry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dydaktyczne,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projektowanie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F58D4" w:rsidRDefault="00AF58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OCENY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uczenia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317BEC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:rsidR="0085747A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15335" w:rsidRPr="009C54AE" w:rsidRDefault="00317BEC" w:rsidP="00317B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(kryteria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oceniania)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23D7D" w:rsidRPr="009C54AE" w:rsidRDefault="00F33747" w:rsidP="00F33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317B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CAŁKOWITY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NAKŁAD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PRACY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STUDENTA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POTRZEBNY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DO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OSIĄGNIĘCIA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ZAŁOŻONYCH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EFEKTÓW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GODZINACH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ORAZ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PUNKTACH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ECTS</w:t>
      </w:r>
      <w:r w:rsidR="006444BA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harmonogramu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:rsidR="00C61DC5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uwzględnić,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że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1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odpowiada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25-30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godzin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całkowitego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nakładu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pracy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PRAKTYKI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ZAWO</w:t>
      </w:r>
      <w:r w:rsidR="009D3F3B">
        <w:rPr>
          <w:rFonts w:ascii="Corbel" w:hAnsi="Corbel"/>
          <w:smallCaps w:val="0"/>
          <w:szCs w:val="24"/>
        </w:rPr>
        <w:t>DOWE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RAMACH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8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podstawowa:</w:t>
            </w:r>
          </w:p>
          <w:p w:rsidR="00AA686C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A1F35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uzupełniająca: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1E14F2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A686C" w:rsidRPr="001E14F2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Ukrainie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czasie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politycznego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latach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2014-2017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współczesnym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narodowościowe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</w:t>
              </w:r>
              <w:r w:rsidR="006444BA"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 xml:space="preserve"> </w:t>
              </w:r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Narodów</w:t>
              </w:r>
            </w:hyperlink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:rsidR="00AA686C" w:rsidRPr="009C54AE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swój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dom,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którym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szczęśliwi…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terytorium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byłej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Jugosławii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narracjach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uchodźców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imigrantów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postjugosłowiańskich</w:t>
            </w:r>
            <w:proofErr w:type="spellEnd"/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mieszkających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E85" w:rsidRDefault="00676E85" w:rsidP="00C16ABF">
      <w:pPr>
        <w:spacing w:after="0" w:line="240" w:lineRule="auto"/>
      </w:pPr>
      <w:r>
        <w:separator/>
      </w:r>
    </w:p>
  </w:endnote>
  <w:endnote w:type="continuationSeparator" w:id="0">
    <w:p w:rsidR="00676E85" w:rsidRDefault="00676E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E85" w:rsidRDefault="00676E85" w:rsidP="00C16ABF">
      <w:pPr>
        <w:spacing w:after="0" w:line="240" w:lineRule="auto"/>
      </w:pPr>
      <w:r>
        <w:separator/>
      </w:r>
    </w:p>
  </w:footnote>
  <w:footnote w:type="continuationSeparator" w:id="0">
    <w:p w:rsidR="00676E85" w:rsidRDefault="00676E85" w:rsidP="00C16ABF">
      <w:pPr>
        <w:spacing w:after="0" w:line="240" w:lineRule="auto"/>
      </w:pPr>
      <w:r>
        <w:continuationSeparator/>
      </w:r>
    </w:p>
  </w:footnote>
  <w:footnote w:id="1">
    <w:p w:rsidR="006444BA" w:rsidRDefault="006444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D2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F35"/>
    <w:rsid w:val="001A70D2"/>
    <w:rsid w:val="001D657B"/>
    <w:rsid w:val="001D7B54"/>
    <w:rsid w:val="001E0209"/>
    <w:rsid w:val="001E14F2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84F"/>
    <w:rsid w:val="003151C5"/>
    <w:rsid w:val="00317BEC"/>
    <w:rsid w:val="003343CF"/>
    <w:rsid w:val="00346FE9"/>
    <w:rsid w:val="0034759A"/>
    <w:rsid w:val="003503F6"/>
    <w:rsid w:val="003530DD"/>
    <w:rsid w:val="00363F78"/>
    <w:rsid w:val="0039141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6DF"/>
    <w:rsid w:val="00414E3C"/>
    <w:rsid w:val="0042244A"/>
    <w:rsid w:val="0042745A"/>
    <w:rsid w:val="00431D5C"/>
    <w:rsid w:val="004362C6"/>
    <w:rsid w:val="00437FA2"/>
    <w:rsid w:val="00445970"/>
    <w:rsid w:val="0045217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335"/>
    <w:rsid w:val="00517C63"/>
    <w:rsid w:val="005363C4"/>
    <w:rsid w:val="00536BDE"/>
    <w:rsid w:val="00543ACC"/>
    <w:rsid w:val="00554B07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4BA"/>
    <w:rsid w:val="00647FA8"/>
    <w:rsid w:val="00650C5F"/>
    <w:rsid w:val="00654934"/>
    <w:rsid w:val="006620D9"/>
    <w:rsid w:val="0066633E"/>
    <w:rsid w:val="00671958"/>
    <w:rsid w:val="00675843"/>
    <w:rsid w:val="00676E85"/>
    <w:rsid w:val="00696477"/>
    <w:rsid w:val="006C6F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24"/>
    <w:rsid w:val="00923D7D"/>
    <w:rsid w:val="0093492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41B5"/>
    <w:rsid w:val="00AA686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EC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615"/>
    <w:rsid w:val="00E129B8"/>
    <w:rsid w:val="00E21E7D"/>
    <w:rsid w:val="00E22FBC"/>
    <w:rsid w:val="00E24BF5"/>
    <w:rsid w:val="00E25338"/>
    <w:rsid w:val="00E41A49"/>
    <w:rsid w:val="00E51E44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32DE"/>
    <w:rsid w:val="00EE5457"/>
    <w:rsid w:val="00EF5BC8"/>
    <w:rsid w:val="00F070AB"/>
    <w:rsid w:val="00F17567"/>
    <w:rsid w:val="00F177B2"/>
    <w:rsid w:val="00F27A7B"/>
    <w:rsid w:val="00F3374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34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Jesie%C5%84_Lud%C3%B3w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159906-0DE5-4813-BCFB-923D5C573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DD543-83F6-4F8E-A2AC-9C1E224C52A9}"/>
</file>

<file path=customXml/itemProps3.xml><?xml version="1.0" encoding="utf-8"?>
<ds:datastoreItem xmlns:ds="http://schemas.openxmlformats.org/officeDocument/2006/customXml" ds:itemID="{9DF965F8-7CEB-43F8-BB75-19F3A23D5FFC}"/>
</file>

<file path=customXml/itemProps4.xml><?xml version="1.0" encoding="utf-8"?>
<ds:datastoreItem xmlns:ds="http://schemas.openxmlformats.org/officeDocument/2006/customXml" ds:itemID="{76E760BF-CE1B-4C57-8DB3-4DA2222126D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1022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2021-11-20T18:35:00Z</dcterms:created>
  <dcterms:modified xsi:type="dcterms:W3CDTF">2021-11-20T18:36:00Z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